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63" w:rsidRDefault="005E12C3" w:rsidP="00C754B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History 10</w:t>
      </w:r>
      <w:r w:rsidR="00C754BA">
        <w:rPr>
          <w:rFonts w:ascii="Arial" w:hAnsi="Arial" w:cs="Arial"/>
          <w:sz w:val="32"/>
          <w:szCs w:val="32"/>
        </w:rPr>
        <w:t xml:space="preserve"> Grade Sheet-Week 1</w:t>
      </w:r>
    </w:p>
    <w:p w:rsidR="00C754BA" w:rsidRDefault="00C754BA" w:rsidP="00C754BA">
      <w:pPr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C754BA">
        <w:tc>
          <w:tcPr>
            <w:tcW w:w="2635" w:type="dxa"/>
          </w:tcPr>
          <w:p w:rsidR="00C754BA" w:rsidRPr="00C754BA" w:rsidRDefault="00C754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Student Name</w:t>
            </w:r>
          </w:p>
        </w:tc>
        <w:tc>
          <w:tcPr>
            <w:tcW w:w="2635" w:type="dxa"/>
          </w:tcPr>
          <w:p w:rsidR="00C754BA" w:rsidRPr="00C754BA" w:rsidRDefault="00C754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Homework-10 points</w:t>
            </w:r>
          </w:p>
        </w:tc>
        <w:tc>
          <w:tcPr>
            <w:tcW w:w="2635" w:type="dxa"/>
          </w:tcPr>
          <w:p w:rsidR="00C754BA" w:rsidRPr="00C754BA" w:rsidRDefault="00C754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 work-20 points possible</w:t>
            </w:r>
          </w:p>
        </w:tc>
        <w:tc>
          <w:tcPr>
            <w:tcW w:w="2635" w:type="dxa"/>
          </w:tcPr>
          <w:p w:rsidR="00C754BA" w:rsidRPr="00C754BA" w:rsidRDefault="00C754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Test-100 points possible</w:t>
            </w:r>
          </w:p>
        </w:tc>
        <w:tc>
          <w:tcPr>
            <w:tcW w:w="2636" w:type="dxa"/>
          </w:tcPr>
          <w:p w:rsidR="00C754BA" w:rsidRPr="00C754BA" w:rsidRDefault="00C754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Essay-50 points possible</w:t>
            </w: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754BA"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5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36" w:type="dxa"/>
          </w:tcPr>
          <w:p w:rsidR="00C754BA" w:rsidRDefault="00C754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54BA" w:rsidRPr="00C754BA" w:rsidRDefault="00C754BA" w:rsidP="005E12C3">
      <w:pPr>
        <w:rPr>
          <w:rFonts w:ascii="Arial" w:hAnsi="Arial" w:cs="Arial"/>
          <w:sz w:val="32"/>
          <w:szCs w:val="32"/>
        </w:rPr>
      </w:pPr>
    </w:p>
    <w:sectPr w:rsidR="00C754BA" w:rsidRPr="00C754BA" w:rsidSect="00C754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5E12C3"/>
    <w:rsid w:val="000B30C1"/>
    <w:rsid w:val="00125B58"/>
    <w:rsid w:val="00143F69"/>
    <w:rsid w:val="001D7528"/>
    <w:rsid w:val="001F64EA"/>
    <w:rsid w:val="00307D43"/>
    <w:rsid w:val="003B37B9"/>
    <w:rsid w:val="0041161C"/>
    <w:rsid w:val="005E12C3"/>
    <w:rsid w:val="00695063"/>
    <w:rsid w:val="006B2810"/>
    <w:rsid w:val="006C7933"/>
    <w:rsid w:val="00744E0B"/>
    <w:rsid w:val="00760D52"/>
    <w:rsid w:val="00784C1F"/>
    <w:rsid w:val="007E7E18"/>
    <w:rsid w:val="00943651"/>
    <w:rsid w:val="00C754BA"/>
    <w:rsid w:val="00D9497D"/>
    <w:rsid w:val="00DA22AC"/>
    <w:rsid w:val="00DF51EF"/>
    <w:rsid w:val="00E134A1"/>
    <w:rsid w:val="00E31149"/>
    <w:rsid w:val="00E4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75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6.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6.4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12 Grade Sheet-Week 1</vt:lpstr>
    </vt:vector>
  </TitlesOfParts>
  <Company> 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12 Grade Sheet-Week 1</dc:title>
  <dc:subject/>
  <dc:creator> </dc:creator>
  <cp:keywords/>
  <dc:description/>
  <cp:lastModifiedBy> </cp:lastModifiedBy>
  <cp:revision>2</cp:revision>
  <dcterms:created xsi:type="dcterms:W3CDTF">2010-12-06T00:20:00Z</dcterms:created>
  <dcterms:modified xsi:type="dcterms:W3CDTF">2010-12-06T00:21:00Z</dcterms:modified>
</cp:coreProperties>
</file>